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22DB061D"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C7500C">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13232788"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 xml:space="preserve">Procurement </w:t>
      </w:r>
      <w:bookmarkEnd w:id="0"/>
      <w:bookmarkEnd w:id="1"/>
      <w:bookmarkEnd w:id="2"/>
      <w:bookmarkEnd w:id="3"/>
      <w:r w:rsidR="00F23D7F">
        <w:rPr>
          <w:b/>
          <w:lang w:val="en-GB"/>
        </w:rPr>
        <w:t>No</w:t>
      </w:r>
      <w:r w:rsidR="00DA1309">
        <w:rPr>
          <w:b/>
          <w:lang w:val="en-GB"/>
        </w:rPr>
        <w:t>: 27-G017-24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770494E7"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C7500C">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4E321FA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C7500C">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4F8666C2"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C7500C">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C7500C">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627173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44B33BDA"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7485B774"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561EE6">
        <w:rPr>
          <w:rFonts w:ascii="Calibri" w:hAnsi="Calibri" w:cs="Calibri"/>
          <w:bCs/>
          <w:sz w:val="22"/>
          <w:szCs w:val="22"/>
          <w:lang w:eastAsia="ko-KR"/>
        </w:rPr>
        <w:t>Proposal</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BFF4C5" w14:textId="77777777" w:rsidR="00D955A9" w:rsidRDefault="00D955A9">
      <w:r>
        <w:separator/>
      </w:r>
    </w:p>
  </w:endnote>
  <w:endnote w:type="continuationSeparator" w:id="0">
    <w:p w14:paraId="6B0DAC29" w14:textId="77777777" w:rsidR="00D955A9" w:rsidRDefault="00D955A9">
      <w:r>
        <w:continuationSeparator/>
      </w:r>
    </w:p>
  </w:endnote>
  <w:endnote w:type="continuationNotice" w:id="1">
    <w:p w14:paraId="41BF7351" w14:textId="77777777" w:rsidR="00D955A9" w:rsidRDefault="00D955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23D7F" w:rsidRPr="00F23D7F">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23D7F" w:rsidRPr="00F23D7F">
      <w:rPr>
        <w:noProof/>
        <w:color w:val="17365D" w:themeColor="text2" w:themeShade="BF"/>
        <w:lang w:val="sv-SE"/>
      </w:rPr>
      <w:t>4</w:t>
    </w:r>
    <w:r>
      <w:rPr>
        <w:color w:val="17365D" w:themeColor="text2" w:themeShade="BF"/>
      </w:rPr>
      <w:fldChar w:fldCharType="end"/>
    </w:r>
  </w:p>
  <w:p w14:paraId="213B5D63" w14:textId="0F22CE96" w:rsidR="00133D55" w:rsidRDefault="00133D55" w:rsidP="004878F3">
    <w:pPr>
      <w:pStyle w:val="Footer"/>
    </w:pPr>
    <w:r>
      <w:fldChar w:fldCharType="begin"/>
    </w:r>
    <w:r>
      <w:instrText xml:space="preserve"> DATE \@ "yyyy-MM-dd" </w:instrText>
    </w:r>
    <w:r>
      <w:fldChar w:fldCharType="separate"/>
    </w:r>
    <w:r w:rsidR="00DA1309">
      <w:rPr>
        <w:noProof/>
      </w:rPr>
      <w:t>2024-07-01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E131A9" w14:textId="77777777" w:rsidR="00D955A9" w:rsidRDefault="00D955A9">
      <w:r>
        <w:separator/>
      </w:r>
    </w:p>
  </w:footnote>
  <w:footnote w:type="continuationSeparator" w:id="0">
    <w:p w14:paraId="62137741" w14:textId="77777777" w:rsidR="00D955A9" w:rsidRDefault="00D955A9">
      <w:r>
        <w:continuationSeparator/>
      </w:r>
    </w:p>
  </w:footnote>
  <w:footnote w:type="continuationNotice" w:id="1">
    <w:p w14:paraId="793ED703" w14:textId="77777777" w:rsidR="00D955A9" w:rsidRDefault="00D955A9"/>
  </w:footnote>
  <w:footnote w:id="2">
    <w:p w14:paraId="0C7F15F2" w14:textId="74E535F8"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C7500C">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251226CE"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39885073">
    <w:abstractNumId w:val="1"/>
  </w:num>
  <w:num w:numId="2" w16cid:durableId="1221600159">
    <w:abstractNumId w:val="9"/>
  </w:num>
  <w:num w:numId="3" w16cid:durableId="1206481857">
    <w:abstractNumId w:val="10"/>
  </w:num>
  <w:num w:numId="4" w16cid:durableId="225453615">
    <w:abstractNumId w:val="4"/>
  </w:num>
  <w:num w:numId="5" w16cid:durableId="417554747">
    <w:abstractNumId w:val="3"/>
  </w:num>
  <w:num w:numId="6" w16cid:durableId="1181044933">
    <w:abstractNumId w:val="6"/>
  </w:num>
  <w:num w:numId="7" w16cid:durableId="831531642">
    <w:abstractNumId w:val="5"/>
  </w:num>
  <w:num w:numId="8" w16cid:durableId="413169549">
    <w:abstractNumId w:val="8"/>
  </w:num>
  <w:num w:numId="9" w16cid:durableId="991181756">
    <w:abstractNumId w:val="0"/>
  </w:num>
  <w:num w:numId="10" w16cid:durableId="490214367">
    <w:abstractNumId w:val="7"/>
  </w:num>
  <w:num w:numId="11" w16cid:durableId="13927737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22A"/>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01D7"/>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E464E"/>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178EC"/>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33C6"/>
    <w:rsid w:val="002A48FA"/>
    <w:rsid w:val="002A4E1B"/>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1EE6"/>
    <w:rsid w:val="005621DD"/>
    <w:rsid w:val="0056322E"/>
    <w:rsid w:val="00564E31"/>
    <w:rsid w:val="00564F49"/>
    <w:rsid w:val="0056555F"/>
    <w:rsid w:val="0056665C"/>
    <w:rsid w:val="005675F8"/>
    <w:rsid w:val="00571730"/>
    <w:rsid w:val="005718DF"/>
    <w:rsid w:val="005734D8"/>
    <w:rsid w:val="00573E62"/>
    <w:rsid w:val="005766C4"/>
    <w:rsid w:val="00577AB3"/>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0EB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633"/>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841"/>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216"/>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480"/>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500C"/>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5A9"/>
    <w:rsid w:val="00D95BF6"/>
    <w:rsid w:val="00D97594"/>
    <w:rsid w:val="00D97799"/>
    <w:rsid w:val="00DA130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3D7F"/>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EAF4D3-12FB-4215-B140-EC156C452FB7}">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1007</Words>
  <Characters>5742</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6736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7</cp:revision>
  <cp:lastPrinted>2013-10-18T08:32:00Z</cp:lastPrinted>
  <dcterms:created xsi:type="dcterms:W3CDTF">2020-07-06T12:50:00Z</dcterms:created>
  <dcterms:modified xsi:type="dcterms:W3CDTF">2024-07-01T02:57:00Z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